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67" w:rsidRPr="0065155C" w:rsidRDefault="00250767" w:rsidP="00F56AFD">
      <w:pPr>
        <w:jc w:val="center"/>
        <w:outlineLvl w:val="0"/>
        <w:rPr>
          <w:b/>
          <w:bCs/>
          <w:sz w:val="26"/>
          <w:szCs w:val="26"/>
        </w:rPr>
      </w:pPr>
      <w:r w:rsidRPr="0065155C">
        <w:rPr>
          <w:b/>
          <w:bCs/>
          <w:sz w:val="26"/>
          <w:szCs w:val="26"/>
        </w:rPr>
        <w:t>СОВЕТ  ДЕПУТАТОВ ВЕРХНЕУРЛЕДИМСКОГО                                      СЕЛЬСКОГО ПОСЕЛЕНИЯ</w:t>
      </w:r>
    </w:p>
    <w:p w:rsidR="00250767" w:rsidRPr="0065155C" w:rsidRDefault="00250767" w:rsidP="00F56AFD">
      <w:pPr>
        <w:jc w:val="center"/>
      </w:pPr>
      <w:r w:rsidRPr="0065155C">
        <w:rPr>
          <w:b/>
          <w:bCs/>
          <w:sz w:val="24"/>
          <w:szCs w:val="24"/>
        </w:rPr>
        <w:t>РУЗАЕВСКОГО  МУНИЦИПАЛЬНОГО РАЙОНА</w:t>
      </w:r>
    </w:p>
    <w:p w:rsidR="00250767" w:rsidRPr="0065155C" w:rsidRDefault="00250767" w:rsidP="00F56AFD">
      <w:pPr>
        <w:jc w:val="center"/>
        <w:outlineLvl w:val="0"/>
        <w:rPr>
          <w:b/>
          <w:bCs/>
          <w:sz w:val="24"/>
          <w:szCs w:val="24"/>
        </w:rPr>
      </w:pPr>
      <w:r w:rsidRPr="0065155C">
        <w:rPr>
          <w:b/>
          <w:bCs/>
          <w:sz w:val="24"/>
          <w:szCs w:val="24"/>
        </w:rPr>
        <w:t>РЕСПУБЛИКИ  МОРДОВИЯ</w:t>
      </w:r>
    </w:p>
    <w:p w:rsidR="00250767" w:rsidRPr="0065155C" w:rsidRDefault="00250767" w:rsidP="00F56AFD">
      <w:pPr>
        <w:jc w:val="center"/>
        <w:outlineLvl w:val="0"/>
        <w:rPr>
          <w:b/>
          <w:bCs/>
          <w:sz w:val="24"/>
          <w:szCs w:val="24"/>
        </w:rPr>
      </w:pPr>
    </w:p>
    <w:p w:rsidR="00250767" w:rsidRDefault="00250767" w:rsidP="00D80C54">
      <w:pPr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РЕШЕНИЕ </w:t>
      </w:r>
    </w:p>
    <w:p w:rsidR="00250767" w:rsidRDefault="00250767" w:rsidP="00F56AFD">
      <w:pPr>
        <w:rPr>
          <w:rFonts w:ascii="Arial" w:hAnsi="Arial" w:cs="Arial"/>
          <w:sz w:val="28"/>
          <w:szCs w:val="28"/>
        </w:rPr>
      </w:pPr>
    </w:p>
    <w:p w:rsidR="00250767" w:rsidRDefault="00250767" w:rsidP="00F56AF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 6.07.2018 г.                                                                           № 25/93</w:t>
      </w:r>
    </w:p>
    <w:p w:rsidR="00250767" w:rsidRDefault="00250767" w:rsidP="00F56AFD">
      <w:pPr>
        <w:tabs>
          <w:tab w:val="left" w:pos="375"/>
          <w:tab w:val="center" w:pos="4677"/>
        </w:tabs>
        <w:rPr>
          <w:sz w:val="28"/>
          <w:szCs w:val="28"/>
        </w:rPr>
      </w:pPr>
      <w:r>
        <w:rPr>
          <w:rFonts w:ascii="Arial" w:hAnsi="Arial" w:cs="Arial"/>
        </w:rPr>
        <w:tab/>
      </w:r>
    </w:p>
    <w:p w:rsidR="00250767" w:rsidRDefault="00250767" w:rsidP="00F56AFD">
      <w:pPr>
        <w:tabs>
          <w:tab w:val="left" w:pos="375"/>
          <w:tab w:val="center" w:pos="4677"/>
        </w:tabs>
        <w:rPr>
          <w:sz w:val="28"/>
          <w:szCs w:val="28"/>
        </w:rPr>
      </w:pPr>
    </w:p>
    <w:p w:rsidR="00250767" w:rsidRDefault="00250767" w:rsidP="00F56AFD">
      <w:pPr>
        <w:tabs>
          <w:tab w:val="left" w:pos="375"/>
          <w:tab w:val="center" w:pos="4677"/>
        </w:tabs>
        <w:rPr>
          <w:sz w:val="28"/>
          <w:szCs w:val="28"/>
        </w:rPr>
      </w:pPr>
    </w:p>
    <w:p w:rsidR="00250767" w:rsidRDefault="00250767" w:rsidP="00F56AFD">
      <w:pPr>
        <w:tabs>
          <w:tab w:val="left" w:pos="375"/>
          <w:tab w:val="center" w:pos="467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с.Верхний Урледим</w:t>
      </w:r>
    </w:p>
    <w:p w:rsidR="00250767" w:rsidRDefault="00250767" w:rsidP="00F56AFD">
      <w:pPr>
        <w:tabs>
          <w:tab w:val="left" w:pos="375"/>
          <w:tab w:val="center" w:pos="4677"/>
        </w:tabs>
        <w:rPr>
          <w:sz w:val="28"/>
          <w:szCs w:val="28"/>
        </w:rPr>
      </w:pPr>
    </w:p>
    <w:p w:rsidR="00250767" w:rsidRDefault="00250767" w:rsidP="00F56AFD">
      <w:pPr>
        <w:ind w:left="855"/>
        <w:rPr>
          <w:sz w:val="24"/>
          <w:szCs w:val="24"/>
        </w:rPr>
      </w:pPr>
      <w:r>
        <w:rPr>
          <w:sz w:val="24"/>
          <w:szCs w:val="24"/>
        </w:rPr>
        <w:t xml:space="preserve">Отчет  главы  Верхнеурледимского  сельского  поселения  </w:t>
      </w:r>
    </w:p>
    <w:p w:rsidR="00250767" w:rsidRDefault="00250767" w:rsidP="00F56AFD">
      <w:pPr>
        <w:ind w:left="855"/>
        <w:rPr>
          <w:sz w:val="24"/>
          <w:szCs w:val="24"/>
        </w:rPr>
      </w:pPr>
      <w:r>
        <w:rPr>
          <w:sz w:val="24"/>
          <w:szCs w:val="24"/>
        </w:rPr>
        <w:t xml:space="preserve">Рузаевского  муниципального  района  Республики  Мордовия </w:t>
      </w:r>
    </w:p>
    <w:p w:rsidR="00250767" w:rsidRDefault="00250767" w:rsidP="00F56A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об  исполнении  бюджета  Верхнеурледимского  сельского</w:t>
      </w:r>
    </w:p>
    <w:p w:rsidR="00250767" w:rsidRDefault="00250767" w:rsidP="00F56AFD">
      <w:pPr>
        <w:rPr>
          <w:sz w:val="28"/>
          <w:szCs w:val="28"/>
        </w:rPr>
      </w:pPr>
      <w:r>
        <w:rPr>
          <w:sz w:val="24"/>
          <w:szCs w:val="24"/>
        </w:rPr>
        <w:t xml:space="preserve">              поселения  за  1 квартал  2018год.</w:t>
      </w:r>
      <w:r>
        <w:rPr>
          <w:sz w:val="28"/>
          <w:szCs w:val="28"/>
        </w:rPr>
        <w:t xml:space="preserve"> </w:t>
      </w:r>
    </w:p>
    <w:p w:rsidR="00250767" w:rsidRDefault="00250767" w:rsidP="00F56AFD">
      <w:pPr>
        <w:rPr>
          <w:sz w:val="28"/>
          <w:szCs w:val="28"/>
        </w:rPr>
      </w:pPr>
    </w:p>
    <w:p w:rsidR="00250767" w:rsidRDefault="00250767" w:rsidP="00F56AFD">
      <w:pPr>
        <w:rPr>
          <w:sz w:val="28"/>
          <w:szCs w:val="28"/>
        </w:rPr>
      </w:pPr>
    </w:p>
    <w:p w:rsidR="00250767" w:rsidRDefault="00250767" w:rsidP="00F56AFD">
      <w:pPr>
        <w:rPr>
          <w:sz w:val="24"/>
          <w:szCs w:val="24"/>
        </w:rPr>
      </w:pPr>
      <w:r>
        <w:rPr>
          <w:sz w:val="24"/>
          <w:szCs w:val="24"/>
        </w:rPr>
        <w:t xml:space="preserve">    Заслушав  и  обсудив  отчет  главы  Верхнеурледимского  сельского  поселения  об  исполнении  бюджета  Верхнеурледимского   сельского  поселения  за  1 квартал  2018</w:t>
      </w:r>
      <w:r w:rsidRPr="00B521A7">
        <w:rPr>
          <w:sz w:val="24"/>
          <w:szCs w:val="24"/>
        </w:rPr>
        <w:t xml:space="preserve"> </w:t>
      </w:r>
      <w:r>
        <w:rPr>
          <w:sz w:val="24"/>
          <w:szCs w:val="24"/>
        </w:rPr>
        <w:t>год.</w:t>
      </w:r>
      <w:r>
        <w:rPr>
          <w:sz w:val="28"/>
          <w:szCs w:val="28"/>
        </w:rPr>
        <w:t xml:space="preserve"> </w:t>
      </w:r>
    </w:p>
    <w:p w:rsidR="00250767" w:rsidRDefault="00250767" w:rsidP="00F56AF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  депутатов  Верхнеурледимского   сельского  поселения</w:t>
      </w:r>
    </w:p>
    <w:p w:rsidR="00250767" w:rsidRDefault="00250767" w:rsidP="00F56AFD">
      <w:pPr>
        <w:jc w:val="center"/>
        <w:rPr>
          <w:b/>
          <w:bCs/>
          <w:sz w:val="24"/>
          <w:szCs w:val="24"/>
        </w:rPr>
      </w:pPr>
    </w:p>
    <w:p w:rsidR="00250767" w:rsidRDefault="00250767" w:rsidP="00F56AF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РЕШИЛ:</w:t>
      </w:r>
    </w:p>
    <w:p w:rsidR="00250767" w:rsidRDefault="00250767" w:rsidP="00F56AFD">
      <w:pPr>
        <w:jc w:val="center"/>
        <w:rPr>
          <w:b/>
          <w:bCs/>
          <w:sz w:val="24"/>
          <w:szCs w:val="24"/>
        </w:rPr>
      </w:pPr>
    </w:p>
    <w:p w:rsidR="00250767" w:rsidRDefault="00250767" w:rsidP="00F56AFD">
      <w:pPr>
        <w:jc w:val="center"/>
        <w:rPr>
          <w:b/>
          <w:bCs/>
          <w:sz w:val="24"/>
          <w:szCs w:val="24"/>
        </w:rPr>
      </w:pPr>
    </w:p>
    <w:p w:rsidR="00250767" w:rsidRDefault="00250767" w:rsidP="00F56AFD">
      <w:pPr>
        <w:jc w:val="center"/>
        <w:rPr>
          <w:b/>
          <w:bCs/>
          <w:sz w:val="24"/>
          <w:szCs w:val="24"/>
        </w:rPr>
      </w:pPr>
    </w:p>
    <w:p w:rsidR="00250767" w:rsidRDefault="00250767" w:rsidP="00F56AF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Утвердить  отчет  Главы  Верхнеурледимского  сельского  поселения  Рузаевского  муниципального  района  Республики  Мордовия  за  </w:t>
      </w:r>
      <w:bookmarkStart w:id="0" w:name="_GoBack"/>
      <w:bookmarkEnd w:id="0"/>
      <w:r>
        <w:rPr>
          <w:sz w:val="24"/>
          <w:szCs w:val="24"/>
        </w:rPr>
        <w:t>1 квартал  2018 года.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 /прилагается / </w:t>
      </w:r>
    </w:p>
    <w:p w:rsidR="00250767" w:rsidRDefault="00250767" w:rsidP="00F56AFD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Настоящее  решение  вступает  в силу  со  дня  его   обнародования в информационном бюллетене.</w:t>
      </w:r>
    </w:p>
    <w:p w:rsidR="00250767" w:rsidRDefault="00250767" w:rsidP="00F56AFD">
      <w:pPr>
        <w:rPr>
          <w:sz w:val="24"/>
          <w:szCs w:val="24"/>
        </w:rPr>
      </w:pPr>
    </w:p>
    <w:p w:rsidR="00250767" w:rsidRDefault="00250767" w:rsidP="00F56AFD">
      <w:pPr>
        <w:rPr>
          <w:sz w:val="24"/>
          <w:szCs w:val="24"/>
        </w:rPr>
      </w:pPr>
    </w:p>
    <w:p w:rsidR="00250767" w:rsidRDefault="00250767" w:rsidP="00F56AFD">
      <w:pPr>
        <w:rPr>
          <w:sz w:val="24"/>
          <w:szCs w:val="24"/>
        </w:rPr>
      </w:pPr>
    </w:p>
    <w:p w:rsidR="00250767" w:rsidRDefault="00250767" w:rsidP="00F56AFD">
      <w:pPr>
        <w:rPr>
          <w:sz w:val="24"/>
          <w:szCs w:val="24"/>
        </w:rPr>
      </w:pPr>
    </w:p>
    <w:p w:rsidR="00250767" w:rsidRDefault="00250767" w:rsidP="00F56AFD">
      <w:pPr>
        <w:rPr>
          <w:sz w:val="24"/>
          <w:szCs w:val="24"/>
        </w:rPr>
      </w:pPr>
    </w:p>
    <w:p w:rsidR="00250767" w:rsidRDefault="00250767" w:rsidP="00F56AFD">
      <w:pPr>
        <w:rPr>
          <w:sz w:val="24"/>
          <w:szCs w:val="24"/>
        </w:rPr>
      </w:pPr>
    </w:p>
    <w:p w:rsidR="00250767" w:rsidRDefault="00250767" w:rsidP="00F56AFD">
      <w:pPr>
        <w:rPr>
          <w:sz w:val="24"/>
          <w:szCs w:val="24"/>
        </w:rPr>
      </w:pPr>
      <w:r>
        <w:rPr>
          <w:sz w:val="24"/>
          <w:szCs w:val="24"/>
        </w:rPr>
        <w:t xml:space="preserve">           Глава  Верхнеурледимского  сельского  поселения:                        Р.Р.Рахмуков.</w:t>
      </w:r>
    </w:p>
    <w:p w:rsidR="00250767" w:rsidRDefault="00250767"/>
    <w:sectPr w:rsidR="00250767" w:rsidSect="00065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030D"/>
    <w:multiLevelType w:val="hybridMultilevel"/>
    <w:tmpl w:val="E662C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AFD"/>
    <w:rsid w:val="00013098"/>
    <w:rsid w:val="0006535B"/>
    <w:rsid w:val="00065531"/>
    <w:rsid w:val="000F7527"/>
    <w:rsid w:val="000F7AEC"/>
    <w:rsid w:val="00127546"/>
    <w:rsid w:val="0013731D"/>
    <w:rsid w:val="00197A58"/>
    <w:rsid w:val="00235FF5"/>
    <w:rsid w:val="00250767"/>
    <w:rsid w:val="002D2FC5"/>
    <w:rsid w:val="002E7893"/>
    <w:rsid w:val="003432A0"/>
    <w:rsid w:val="00390CFE"/>
    <w:rsid w:val="003C7C20"/>
    <w:rsid w:val="005D77FD"/>
    <w:rsid w:val="005E5F4D"/>
    <w:rsid w:val="006064E8"/>
    <w:rsid w:val="0065155C"/>
    <w:rsid w:val="00693EAA"/>
    <w:rsid w:val="00713137"/>
    <w:rsid w:val="007D7A43"/>
    <w:rsid w:val="007F02C5"/>
    <w:rsid w:val="007F151A"/>
    <w:rsid w:val="007F5E51"/>
    <w:rsid w:val="008A277D"/>
    <w:rsid w:val="009338C5"/>
    <w:rsid w:val="00942511"/>
    <w:rsid w:val="00973139"/>
    <w:rsid w:val="00AA6CB3"/>
    <w:rsid w:val="00B14234"/>
    <w:rsid w:val="00B521A7"/>
    <w:rsid w:val="00BE59A6"/>
    <w:rsid w:val="00C14ED8"/>
    <w:rsid w:val="00CE5950"/>
    <w:rsid w:val="00D54F14"/>
    <w:rsid w:val="00D80C54"/>
    <w:rsid w:val="00DC0475"/>
    <w:rsid w:val="00DC4F57"/>
    <w:rsid w:val="00E553E6"/>
    <w:rsid w:val="00EB52C4"/>
    <w:rsid w:val="00F021C4"/>
    <w:rsid w:val="00F56AFD"/>
    <w:rsid w:val="00F75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AFD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F75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B07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169</Words>
  <Characters>964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1</cp:lastModifiedBy>
  <cp:revision>11</cp:revision>
  <cp:lastPrinted>2018-07-16T13:55:00Z</cp:lastPrinted>
  <dcterms:created xsi:type="dcterms:W3CDTF">2016-11-10T18:32:00Z</dcterms:created>
  <dcterms:modified xsi:type="dcterms:W3CDTF">2018-07-16T13:55:00Z</dcterms:modified>
</cp:coreProperties>
</file>